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2"/>
        <w:gridCol w:w="161"/>
        <w:gridCol w:w="978"/>
        <w:gridCol w:w="425"/>
        <w:gridCol w:w="296"/>
        <w:gridCol w:w="409"/>
        <w:gridCol w:w="276"/>
        <w:gridCol w:w="154"/>
        <w:gridCol w:w="127"/>
        <w:gridCol w:w="626"/>
        <w:gridCol w:w="522"/>
        <w:gridCol w:w="1134"/>
        <w:gridCol w:w="122"/>
        <w:gridCol w:w="445"/>
        <w:gridCol w:w="262"/>
        <w:gridCol w:w="305"/>
        <w:gridCol w:w="405"/>
        <w:gridCol w:w="304"/>
        <w:gridCol w:w="261"/>
        <w:gridCol w:w="164"/>
        <w:gridCol w:w="542"/>
        <w:gridCol w:w="565"/>
        <w:gridCol w:w="885"/>
      </w:tblGrid>
      <w:tr w:rsidR="001611BF" w:rsidRPr="000E4980" w:rsidTr="00E24F2C">
        <w:trPr>
          <w:trHeight w:val="196"/>
        </w:trPr>
        <w:tc>
          <w:tcPr>
            <w:tcW w:w="3273" w:type="dxa"/>
            <w:gridSpan w:val="6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bookmarkStart w:id="0" w:name="_GoBack"/>
            <w:bookmarkEnd w:id="0"/>
            <w:r w:rsidRPr="00D52C96">
              <w:rPr>
                <w:rFonts w:ascii="Century Gothic" w:hAnsi="Century Gothic"/>
                <w:b/>
                <w:sz w:val="16"/>
                <w:szCs w:val="16"/>
              </w:rPr>
              <w:t>FECHA DILIGENCIAMIENTO</w:t>
            </w:r>
          </w:p>
        </w:tc>
        <w:tc>
          <w:tcPr>
            <w:tcW w:w="5516" w:type="dxa"/>
            <w:gridSpan w:val="15"/>
            <w:vMerge w:val="restart"/>
            <w:shd w:val="clear" w:color="auto" w:fill="D9D9D9" w:themeFill="background1" w:themeFillShade="D9"/>
            <w:vAlign w:val="center"/>
          </w:tcPr>
          <w:p w:rsidR="001611BF" w:rsidRPr="00D52C96" w:rsidRDefault="001611BF" w:rsidP="005005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OBJETO CONTRACTUAL (RESUMIDO)</w:t>
            </w:r>
          </w:p>
        </w:tc>
        <w:tc>
          <w:tcPr>
            <w:tcW w:w="199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:rsidR="001611BF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CONSECUTIVO:</w:t>
            </w:r>
          </w:p>
          <w:p w:rsidR="001611BF" w:rsidRPr="00D52C96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</w:tr>
      <w:tr w:rsidR="001611BF" w:rsidRPr="000E4980" w:rsidTr="00E24F2C">
        <w:trPr>
          <w:trHeight w:val="186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Día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Mes</w:t>
            </w:r>
          </w:p>
        </w:tc>
        <w:tc>
          <w:tcPr>
            <w:tcW w:w="721" w:type="dxa"/>
            <w:gridSpan w:val="2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Año</w:t>
            </w:r>
          </w:p>
        </w:tc>
        <w:tc>
          <w:tcPr>
            <w:tcW w:w="5516" w:type="dxa"/>
            <w:gridSpan w:val="15"/>
            <w:vMerge/>
            <w:tcBorders>
              <w:bottom w:val="single" w:sz="4" w:space="0" w:color="auto"/>
            </w:tcBorders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24F2C" w:rsidRPr="00A736FC" w:rsidTr="00E24F2C">
        <w:trPr>
          <w:trHeight w:val="119"/>
        </w:trPr>
        <w:tc>
          <w:tcPr>
            <w:tcW w:w="851" w:type="dxa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721" w:type="dxa"/>
            <w:gridSpan w:val="2"/>
            <w:tcBorders>
              <w:right w:val="single" w:sz="4" w:space="0" w:color="auto"/>
            </w:tcBorders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55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64585C" w:rsidRPr="000E4980" w:rsidTr="00522790">
        <w:trPr>
          <w:trHeight w:val="205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64585C" w:rsidRPr="00D52C96" w:rsidRDefault="0064585C" w:rsidP="00020B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INFORMACIÓN</w:t>
            </w:r>
            <w:r w:rsidR="00020B9D"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 DE LA ENTIDAD</w:t>
            </w:r>
          </w:p>
        </w:tc>
      </w:tr>
      <w:tr w:rsidR="000A16C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C51912" w:rsidRPr="00A736FC" w:rsidRDefault="002C1A6B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RAZÓN SOCIAL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C51912" w:rsidRPr="00D52C96" w:rsidRDefault="00C51912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C51912" w:rsidRPr="00D52C96" w:rsidRDefault="00187BEF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N° TELÉFONO</w:t>
            </w:r>
          </w:p>
        </w:tc>
      </w:tr>
      <w:tr w:rsidR="00453035" w:rsidRPr="000E4980" w:rsidTr="00ED2459">
        <w:trPr>
          <w:trHeight w:val="73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NIT</w:t>
            </w:r>
          </w:p>
        </w:tc>
        <w:tc>
          <w:tcPr>
            <w:tcW w:w="3195" w:type="dxa"/>
            <w:gridSpan w:val="7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2C1A6B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2C1A6B" w:rsidRPr="00A736FC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2C1A6B" w:rsidRPr="00D52C96" w:rsidRDefault="002C1A6B" w:rsidP="002C1A6B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2C1A6B" w:rsidRPr="00D52C96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DIRECCIÓN 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PRINCIPAL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DIRECCIÓN ELECTRÓNICA</w:t>
            </w:r>
            <w:r w:rsidR="005E3EFC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FD07EA" w:rsidP="005E3E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SITIO</w:t>
            </w:r>
            <w:r w:rsidR="000E1881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WEB</w:t>
            </w: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E24F2C" w:rsidRPr="000E4980" w:rsidTr="00E24F2C">
        <w:trPr>
          <w:trHeight w:val="151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E24F2C" w:rsidRPr="00D52C96" w:rsidRDefault="00E24F2C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INFORMACIÓN DEL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REPRESENTANTE LEGAL</w:t>
            </w:r>
          </w:p>
        </w:tc>
      </w:tr>
      <w:tr w:rsidR="00522790" w:rsidRPr="000E4980" w:rsidTr="00ED2459">
        <w:trPr>
          <w:trHeight w:val="251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0E1881" w:rsidRPr="00A736FC" w:rsidRDefault="000E1881" w:rsidP="00E24F2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NOMBRES Y APELLIDOS COMPLETOS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1271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 EXPEDICIÓN</w:t>
            </w:r>
          </w:p>
        </w:tc>
        <w:tc>
          <w:tcPr>
            <w:tcW w:w="145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LUGAR DE EXPEDICIÓN</w:t>
            </w:r>
          </w:p>
        </w:tc>
      </w:tr>
      <w:tr w:rsidR="00862E8E" w:rsidRPr="000E4980" w:rsidTr="00E24F2C">
        <w:trPr>
          <w:trHeight w:val="250"/>
        </w:trPr>
        <w:tc>
          <w:tcPr>
            <w:tcW w:w="3682" w:type="dxa"/>
            <w:gridSpan w:val="7"/>
            <w:vMerge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CC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CE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PASAPORTE</w:t>
            </w:r>
          </w:p>
        </w:tc>
        <w:tc>
          <w:tcPr>
            <w:tcW w:w="972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3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90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TELÉFONO RESIDENCIA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CELULAR </w:t>
            </w:r>
          </w:p>
        </w:tc>
      </w:tr>
      <w:tr w:rsidR="000E1881" w:rsidRPr="000E4980" w:rsidTr="00ED2459">
        <w:trPr>
          <w:trHeight w:val="236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896565" w:rsidRPr="00D52C96" w:rsidRDefault="00896565" w:rsidP="00FD6334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OCUPACIÓN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-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OFICIO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-</w:t>
            </w:r>
            <w:r w:rsidR="008576DB"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PROFESIÓN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DEPARTAMENTO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MUNICIPIO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896565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</w:tcPr>
          <w:p w:rsidR="000E1881" w:rsidRPr="00D52C96" w:rsidRDefault="000E1881" w:rsidP="00062B8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062B82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DE NACIMIENTO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NACIONALIDAD</w:t>
            </w:r>
          </w:p>
        </w:tc>
      </w:tr>
      <w:tr w:rsidR="000D0593" w:rsidRPr="000E4980" w:rsidTr="000D0593">
        <w:trPr>
          <w:trHeight w:val="186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Día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vAlign w:val="center"/>
          </w:tcPr>
          <w:p w:rsidR="000D0593" w:rsidRPr="00D52C96" w:rsidRDefault="000D0593" w:rsidP="000D0593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Mes</w:t>
            </w:r>
          </w:p>
        </w:tc>
        <w:tc>
          <w:tcPr>
            <w:tcW w:w="1539" w:type="dxa"/>
            <w:gridSpan w:val="5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Año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D0593" w:rsidRPr="000E4980" w:rsidTr="000D0593">
        <w:trPr>
          <w:trHeight w:val="232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539" w:type="dxa"/>
            <w:gridSpan w:val="5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522790">
        <w:trPr>
          <w:trHeight w:val="128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DECLARACIÓN VOLUNTARIA DEL ORIGEN DE LOS FONDOS </w:t>
            </w:r>
          </w:p>
        </w:tc>
      </w:tr>
      <w:tr w:rsidR="000E1881" w:rsidRPr="000E4980" w:rsidTr="00522790">
        <w:trPr>
          <w:trHeight w:val="146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FF57DC" w:rsidRPr="00522790" w:rsidRDefault="00FF57DC" w:rsidP="000E1881">
            <w:pPr>
              <w:spacing w:after="0" w:line="240" w:lineRule="auto"/>
              <w:rPr>
                <w:rFonts w:ascii="Century Gothic" w:hAnsi="Century Gothic"/>
                <w:sz w:val="10"/>
              </w:rPr>
            </w:pPr>
          </w:p>
          <w:p w:rsidR="000E1881" w:rsidRPr="00A736FC" w:rsidRDefault="000E1881" w:rsidP="000E1881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>Yo, _____________</w:t>
            </w:r>
            <w:r w:rsidR="00BA04B7">
              <w:rPr>
                <w:rFonts w:ascii="Century Gothic" w:hAnsi="Century Gothic"/>
                <w:sz w:val="16"/>
              </w:rPr>
              <w:t>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con cedula de ciudadanía N° _____________________________  como representante legal de la empresa  ____________________________________________</w:t>
            </w:r>
            <w:r>
              <w:rPr>
                <w:rFonts w:ascii="Century Gothic" w:hAnsi="Century Gothic"/>
                <w:sz w:val="16"/>
              </w:rPr>
              <w:t xml:space="preserve">_______________________ con NIT </w:t>
            </w:r>
            <w:r w:rsidRPr="00A736FC">
              <w:rPr>
                <w:rFonts w:ascii="Century Gothic" w:hAnsi="Century Gothic"/>
                <w:sz w:val="16"/>
              </w:rPr>
              <w:t>_______</w:t>
            </w:r>
            <w:r>
              <w:rPr>
                <w:rFonts w:ascii="Century Gothic" w:hAnsi="Century Gothic"/>
                <w:sz w:val="16"/>
              </w:rPr>
              <w:t>______________________________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 de manera voluntaria y dando certeza de que todo lo aquí consignado es cierto, realizo la siguiente declaración de fuente de fondos, con el propósito de dar cumplimiento a lo señalado en la Circular 009 de 2016, expedida por la Superintendencia Nacional de Salud de Colombia, o cualquier otra que adicione, modifique o reemplace.</w:t>
            </w:r>
          </w:p>
          <w:p w:rsidR="00BA04B7" w:rsidRDefault="000E1881" w:rsidP="00BA04B7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 </w:t>
            </w:r>
          </w:p>
          <w:p w:rsidR="000E1881" w:rsidRPr="000E4980" w:rsidRDefault="000E1881" w:rsidP="00BA04B7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0E1881" w:rsidRPr="000E4980" w:rsidTr="00522790">
        <w:trPr>
          <w:trHeight w:val="14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F44002" w:rsidRDefault="00786D6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EXPUESTA PÚ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BLICAMENTE  ( PARA </w:t>
            </w:r>
            <w:r w:rsidR="000E1881"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REPRESENTANTE LEGAL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)</w:t>
            </w:r>
          </w:p>
        </w:tc>
      </w:tr>
      <w:tr w:rsidR="00415C7C" w:rsidRPr="000E4980" w:rsidTr="00453035">
        <w:trPr>
          <w:trHeight w:val="53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453035">
        <w:trPr>
          <w:trHeight w:val="112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786D66">
        <w:trPr>
          <w:trHeight w:val="26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D65BC0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¿</w:t>
            </w:r>
            <w:r w:rsidRPr="000D2D60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Es o ha sido servidor público</w:t>
            </w: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862E8E" w:rsidRPr="00862E8E" w:rsidTr="00522790">
        <w:trPr>
          <w:trHeight w:val="289"/>
        </w:trPr>
        <w:tc>
          <w:tcPr>
            <w:tcW w:w="10781" w:type="dxa"/>
            <w:gridSpan w:val="24"/>
            <w:shd w:val="clear" w:color="auto" w:fill="F2F2F2" w:themeFill="background1" w:themeFillShade="F2"/>
            <w:vAlign w:val="center"/>
          </w:tcPr>
          <w:p w:rsidR="00862E8E" w:rsidRPr="00862E8E" w:rsidRDefault="00862E8E" w:rsidP="00862E8E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En caso de respuesta afirmativa, especifique: </w:t>
            </w:r>
          </w:p>
        </w:tc>
      </w:tr>
      <w:tr w:rsidR="00862E8E" w:rsidRPr="000E4980" w:rsidTr="00522790">
        <w:trPr>
          <w:trHeight w:val="15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862E8E" w:rsidRPr="00862E8E" w:rsidRDefault="00862E8E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PARA 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JURÍDICA</w:t>
            </w:r>
          </w:p>
        </w:tc>
      </w:tr>
      <w:tr w:rsidR="00415C7C" w:rsidRPr="000E4980" w:rsidTr="00220D95">
        <w:trPr>
          <w:trHeight w:val="558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40691C" w:rsidRDefault="000E1881" w:rsidP="0040691C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¿La entidad realiza operaciones internacionales?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</w:t>
            </w:r>
          </w:p>
          <w:p w:rsidR="000E1881" w:rsidRPr="00A736FC" w:rsidRDefault="00A01CE8" w:rsidP="00D52C9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     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En caso afirmativo s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eñale con una X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que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tipos de 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  <w:u w:val="single"/>
              </w:rPr>
              <w:t>operaciones internacionales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 xml:space="preserve">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realiza: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ED2459" w:rsidRPr="00ED2459" w:rsidTr="00E24F2C">
        <w:trPr>
          <w:trHeight w:val="146"/>
        </w:trPr>
        <w:tc>
          <w:tcPr>
            <w:tcW w:w="1574" w:type="dxa"/>
            <w:gridSpan w:val="3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Importaciones:</w:t>
            </w:r>
          </w:p>
        </w:tc>
        <w:tc>
          <w:tcPr>
            <w:tcW w:w="1403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Exportaciones:</w:t>
            </w:r>
          </w:p>
        </w:tc>
        <w:tc>
          <w:tcPr>
            <w:tcW w:w="1262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Inversiones:</w:t>
            </w:r>
          </w:p>
        </w:tc>
        <w:tc>
          <w:tcPr>
            <w:tcW w:w="1148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Préstamos:</w:t>
            </w:r>
          </w:p>
        </w:tc>
        <w:tc>
          <w:tcPr>
            <w:tcW w:w="2268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giros:</w:t>
            </w:r>
          </w:p>
        </w:tc>
        <w:tc>
          <w:tcPr>
            <w:tcW w:w="1676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Pago de servicios:</w:t>
            </w:r>
          </w:p>
        </w:tc>
        <w:tc>
          <w:tcPr>
            <w:tcW w:w="1450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Transferencias:</w:t>
            </w:r>
          </w:p>
        </w:tc>
      </w:tr>
      <w:tr w:rsidR="00C34565" w:rsidRPr="000E4980" w:rsidTr="00ED2459">
        <w:trPr>
          <w:trHeight w:val="335"/>
        </w:trPr>
        <w:tc>
          <w:tcPr>
            <w:tcW w:w="3958" w:type="dxa"/>
            <w:gridSpan w:val="8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D13CF2">
              <w:rPr>
                <w:rFonts w:ascii="Century Gothic" w:hAnsi="Century Gothic"/>
                <w:color w:val="1D1B11"/>
                <w:sz w:val="16"/>
                <w:szCs w:val="20"/>
              </w:rPr>
              <w:t>Otras operaciones internacionales(Especifique):</w:t>
            </w:r>
          </w:p>
        </w:tc>
        <w:tc>
          <w:tcPr>
            <w:tcW w:w="6823" w:type="dxa"/>
            <w:gridSpan w:val="16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415C7C" w:rsidRPr="000E4980" w:rsidTr="0008359F">
        <w:trPr>
          <w:trHeight w:val="35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862E8E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F2F2F2" w:themeFill="background1" w:themeFillShade="F2"/>
              </w:rPr>
              <w:t>Ha tenido contacto con grupos terroristas o al margen de la ley?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FD6334" w:rsidRPr="000E4980" w:rsidTr="00ED2459">
        <w:trPr>
          <w:trHeight w:val="239"/>
        </w:trPr>
        <w:tc>
          <w:tcPr>
            <w:tcW w:w="2977" w:type="dxa"/>
            <w:gridSpan w:val="5"/>
            <w:shd w:val="clear" w:color="auto" w:fill="FFFFFF" w:themeFill="background1"/>
            <w:vAlign w:val="center"/>
          </w:tcPr>
          <w:p w:rsidR="00FD6334" w:rsidRPr="00862E8E" w:rsidRDefault="00FD6334" w:rsidP="00FD6334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especif</w:t>
            </w:r>
            <w:r>
              <w:rPr>
                <w:rFonts w:ascii="Century Gothic" w:hAnsi="Century Gothic"/>
                <w:color w:val="1D1B11"/>
                <w:sz w:val="16"/>
                <w:szCs w:val="20"/>
              </w:rPr>
              <w:t>i</w:t>
            </w: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que</w:t>
            </w:r>
          </w:p>
        </w:tc>
        <w:tc>
          <w:tcPr>
            <w:tcW w:w="7804" w:type="dxa"/>
            <w:gridSpan w:val="19"/>
            <w:shd w:val="clear" w:color="auto" w:fill="FFFFFF" w:themeFill="background1"/>
            <w:vAlign w:val="center"/>
          </w:tcPr>
          <w:p w:rsidR="00FD6334" w:rsidRPr="00A736FC" w:rsidRDefault="00FD6334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415C7C" w:rsidRPr="000E4980" w:rsidTr="00453035">
        <w:trPr>
          <w:trHeight w:val="176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A01CE8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¿</w:t>
            </w:r>
            <w:r w:rsidR="00220D95" w:rsidRPr="00220D95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Posee cuentas en moneda extranjera</w:t>
            </w: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?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</w:t>
            </w:r>
          </w:p>
          <w:p w:rsidR="000E1881" w:rsidRPr="00A736FC" w:rsidRDefault="00FD07EA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En caso afirmativo diligencie las 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siguientes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casillas de descripción del producto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</w:tr>
      <w:tr w:rsidR="00FD6334" w:rsidRPr="000E4980" w:rsidTr="00E24F2C">
        <w:trPr>
          <w:trHeight w:val="222"/>
        </w:trPr>
        <w:tc>
          <w:tcPr>
            <w:tcW w:w="1413" w:type="dxa"/>
            <w:gridSpan w:val="2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TIPO DE PRODUCTO</w:t>
            </w:r>
          </w:p>
        </w:tc>
        <w:tc>
          <w:tcPr>
            <w:tcW w:w="2699" w:type="dxa"/>
            <w:gridSpan w:val="7"/>
            <w:shd w:val="clear" w:color="auto" w:fill="F2F2F2" w:themeFill="background1" w:themeFillShade="F2"/>
            <w:vAlign w:val="center"/>
          </w:tcPr>
          <w:p w:rsidR="00D52C96" w:rsidRPr="00C65B6B" w:rsidRDefault="00415C7C" w:rsidP="00415C7C">
            <w:pPr>
              <w:spacing w:after="0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IDENTIFICACIÓN /</w:t>
            </w:r>
            <w:r w:rsidR="00D52C96"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 xml:space="preserve"> NUMERO DEL PRODUCTO</w:t>
            </w:r>
          </w:p>
        </w:tc>
        <w:tc>
          <w:tcPr>
            <w:tcW w:w="1275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ENTIDAD</w:t>
            </w:r>
          </w:p>
        </w:tc>
        <w:tc>
          <w:tcPr>
            <w:tcW w:w="1963" w:type="dxa"/>
            <w:gridSpan w:val="4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CUIDAD</w:t>
            </w:r>
          </w:p>
        </w:tc>
        <w:tc>
          <w:tcPr>
            <w:tcW w:w="1439" w:type="dxa"/>
            <w:gridSpan w:val="5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PAÍS</w:t>
            </w:r>
          </w:p>
        </w:tc>
        <w:tc>
          <w:tcPr>
            <w:tcW w:w="1992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MONEDA</w:t>
            </w:r>
          </w:p>
        </w:tc>
      </w:tr>
      <w:tr w:rsidR="00C65B6B" w:rsidRPr="000E4980" w:rsidTr="00E24F2C">
        <w:trPr>
          <w:trHeight w:val="188"/>
        </w:trPr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2699" w:type="dxa"/>
            <w:gridSpan w:val="7"/>
            <w:shd w:val="clear" w:color="auto" w:fill="FFFFFF" w:themeFill="background1"/>
            <w:vAlign w:val="center"/>
          </w:tcPr>
          <w:p w:rsidR="00D52C96" w:rsidRPr="00D41952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2C1A6B" w:rsidTr="00522790">
        <w:trPr>
          <w:trHeight w:val="305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0E1881" w:rsidRPr="004B7F37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sz w:val="12"/>
                <w:szCs w:val="16"/>
              </w:rPr>
            </w:pPr>
            <w:r w:rsidRPr="0008359F">
              <w:rPr>
                <w:rFonts w:ascii="Century Gothic" w:hAnsi="Century Gothic"/>
                <w:b/>
                <w:sz w:val="14"/>
                <w:szCs w:val="16"/>
              </w:rPr>
              <w:t>COMO CONSTANCIA DE HABER LEIDO, ENTENDIDO Y ACEPTADO LO ANTERIOR, DECLARO QUE LA INFORMACIÓN  QUE HE SUMINISTRADO ES EXACTA EN TODAS SUS PARTES Y FIRMO EL PRESENTE DOCUMENTO</w:t>
            </w:r>
          </w:p>
        </w:tc>
      </w:tr>
      <w:tr w:rsidR="009D37C6" w:rsidRPr="000E4980" w:rsidTr="00E24F2C">
        <w:trPr>
          <w:trHeight w:val="393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08320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FIRMA </w:t>
            </w:r>
            <w:r w:rsidRPr="00083204">
              <w:rPr>
                <w:rFonts w:ascii="Century Gothic" w:hAnsi="Century Gothic"/>
                <w:b/>
                <w:sz w:val="16"/>
                <w:szCs w:val="20"/>
              </w:rPr>
              <w:t>REPRESENTANTE LEGAL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</w:p>
        </w:tc>
        <w:tc>
          <w:tcPr>
            <w:tcW w:w="143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HUELLA</w:t>
            </w:r>
          </w:p>
          <w:p w:rsidR="00F76171" w:rsidRPr="00A736FC" w:rsidRDefault="00F76171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F7617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Índice derecho</w:t>
            </w:r>
          </w:p>
        </w:tc>
        <w:tc>
          <w:tcPr>
            <w:tcW w:w="1992" w:type="dxa"/>
            <w:gridSpan w:val="3"/>
            <w:vMerge w:val="restart"/>
            <w:shd w:val="clear" w:color="auto" w:fill="FFFFFF" w:themeFill="background1"/>
            <w:vAlign w:val="center"/>
          </w:tcPr>
          <w:p w:rsidR="009D37C6" w:rsidRPr="00837978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</w:p>
        </w:tc>
      </w:tr>
      <w:tr w:rsidR="009D37C6" w:rsidRPr="000E4980" w:rsidTr="00E24F2C">
        <w:trPr>
          <w:trHeight w:val="326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Default="009D37C6" w:rsidP="009D37C6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N° CÉDULA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vMerge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vMerge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8359F" w:rsidRPr="000E4980" w:rsidTr="0008359F">
        <w:trPr>
          <w:trHeight w:val="445"/>
        </w:trPr>
        <w:tc>
          <w:tcPr>
            <w:tcW w:w="2977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20"/>
              </w:rPr>
            </w:pPr>
            <w:r w:rsidRPr="004B7F37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lastRenderedPageBreak/>
              <w:t>NOMBRE SERVIDOR QUE ADELANTA EL PROCESO</w:t>
            </w:r>
          </w:p>
          <w:p w:rsidR="0008359F" w:rsidRPr="00A736FC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3666" w:type="dxa"/>
            <w:gridSpan w:val="9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721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555F2B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FIRMA SERVIDOR</w:t>
            </w:r>
          </w:p>
          <w:p w:rsidR="0008359F" w:rsidRPr="00555F2B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2417" w:type="dxa"/>
            <w:gridSpan w:val="5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</w:tbl>
    <w:p w:rsidR="00E155A5" w:rsidRPr="00AB1837" w:rsidRDefault="00E155A5" w:rsidP="00E155A5">
      <w:pPr>
        <w:pStyle w:val="Default"/>
        <w:ind w:left="-851" w:right="-801"/>
        <w:rPr>
          <w:rFonts w:ascii="Century Gothic" w:hAnsi="Century Gothic" w:cs="Tahoma"/>
          <w:sz w:val="14"/>
          <w:szCs w:val="23"/>
        </w:rPr>
      </w:pPr>
      <w:r w:rsidRPr="00AB1837">
        <w:rPr>
          <w:rFonts w:ascii="Century Gothic" w:hAnsi="Century Gothic"/>
          <w:bCs/>
          <w:sz w:val="14"/>
          <w:szCs w:val="23"/>
        </w:rPr>
        <w:t>La</w:t>
      </w:r>
      <w:r w:rsidRPr="00AB1837">
        <w:rPr>
          <w:rFonts w:ascii="Century Gothic" w:hAnsi="Century Gothic"/>
          <w:b/>
          <w:bCs/>
          <w:sz w:val="14"/>
          <w:szCs w:val="23"/>
        </w:rPr>
        <w:t xml:space="preserve"> E.S.E Metrosalud </w:t>
      </w:r>
      <w:r w:rsidRPr="00AB1837">
        <w:rPr>
          <w:rFonts w:ascii="Century Gothic" w:hAnsi="Century Gothic"/>
          <w:sz w:val="14"/>
          <w:szCs w:val="23"/>
        </w:rPr>
        <w:t>le informa que los datos personales recopilados en este documento, se utilizan únicamente para las finalidades aquí descritas y las establecidas en su Manual de Políticas de Tratamiento y Protección de Datos Personales. Todo en concordancia con ordenado por la ley 1581 de 2012 y el decreto 1377 de 2013.</w:t>
      </w:r>
    </w:p>
    <w:p w:rsidR="00693AB7" w:rsidRDefault="00693AB7" w:rsidP="00E155A5">
      <w:pPr>
        <w:ind w:left="-851" w:right="-1085"/>
        <w:rPr>
          <w:rFonts w:ascii="Century Gothic" w:hAnsi="Century Gothic" w:cs="Arial"/>
          <w:sz w:val="18"/>
          <w:szCs w:val="18"/>
          <w:lang w:val="es-MX"/>
        </w:rPr>
      </w:pPr>
    </w:p>
    <w:p w:rsidR="00765280" w:rsidRDefault="00765280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</w:p>
    <w:p w:rsidR="0015467B" w:rsidRPr="003B740D" w:rsidRDefault="0015467B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  <w:r w:rsidRPr="003B740D">
        <w:rPr>
          <w:rFonts w:ascii="Century Gothic" w:hAnsi="Century Gothic" w:cs="Arial"/>
          <w:b/>
          <w:sz w:val="16"/>
          <w:szCs w:val="18"/>
          <w:lang w:val="es-MX"/>
        </w:rPr>
        <w:t>INSTRUCCIONES: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El formato debe ser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diligenciado en su totalidad</w:t>
      </w:r>
      <w:r w:rsidRPr="003B740D">
        <w:rPr>
          <w:rFonts w:ascii="Century Gothic" w:hAnsi="Century Gothic"/>
          <w:sz w:val="18"/>
          <w:szCs w:val="24"/>
        </w:rPr>
        <w:t>, los espacios en blanco invalidan su autenticidad.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No debe tener enmendaduras</w:t>
      </w:r>
      <w:r w:rsidR="00584EC9">
        <w:rPr>
          <w:rFonts w:ascii="Century Gothic" w:hAnsi="Century Gothic"/>
          <w:sz w:val="18"/>
          <w:szCs w:val="24"/>
        </w:rPr>
        <w:t>,</w:t>
      </w:r>
      <w:r w:rsidRPr="003B740D">
        <w:rPr>
          <w:rFonts w:ascii="Century Gothic" w:hAnsi="Century Gothic"/>
          <w:sz w:val="18"/>
          <w:szCs w:val="24"/>
        </w:rPr>
        <w:t xml:space="preserve"> ni corrector, esto lo invalida.</w:t>
      </w:r>
      <w:r w:rsidR="00584EC9">
        <w:rPr>
          <w:rFonts w:ascii="Century Gothic" w:hAnsi="Century Gothic"/>
          <w:sz w:val="18"/>
          <w:szCs w:val="24"/>
        </w:rPr>
        <w:t xml:space="preserve"> Puede diligenciarse en computador, teniendo en cuenta que firma, cedula y huella al final deben ser manuscritos.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 verificarse la consistencia de los datos por quien firma el formato, de forma que no se presenten incongruencias entre los datos consignados que lo invaliden.</w:t>
      </w:r>
    </w:p>
    <w:p w:rsidR="003B740D" w:rsidRDefault="003B740D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>INFORMACIÓN DE LA ENTIDAD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Fecha diligenciamiento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  </w:t>
      </w:r>
      <w:r w:rsidR="00FF533C" w:rsidRPr="003B740D">
        <w:rPr>
          <w:rFonts w:ascii="Century Gothic" w:hAnsi="Century Gothic"/>
          <w:sz w:val="18"/>
          <w:szCs w:val="24"/>
        </w:rPr>
        <w:t xml:space="preserve">fecha </w:t>
      </w:r>
      <w:r w:rsidR="005446C4">
        <w:rPr>
          <w:rFonts w:ascii="Century Gothic" w:hAnsi="Century Gothic"/>
          <w:sz w:val="18"/>
          <w:szCs w:val="24"/>
        </w:rPr>
        <w:t xml:space="preserve">de </w:t>
      </w:r>
      <w:r w:rsidR="00FF533C" w:rsidRPr="003B740D">
        <w:rPr>
          <w:rFonts w:ascii="Century Gothic" w:hAnsi="Century Gothic"/>
          <w:sz w:val="18"/>
          <w:szCs w:val="24"/>
        </w:rPr>
        <w:t>diligencia</w:t>
      </w:r>
      <w:r w:rsidR="005446C4">
        <w:rPr>
          <w:rFonts w:ascii="Century Gothic" w:hAnsi="Century Gothic"/>
          <w:sz w:val="18"/>
          <w:szCs w:val="24"/>
        </w:rPr>
        <w:t>miento</w:t>
      </w:r>
      <w:r w:rsidR="00FF533C" w:rsidRPr="003B740D">
        <w:rPr>
          <w:rFonts w:ascii="Century Gothic" w:hAnsi="Century Gothic"/>
          <w:sz w:val="18"/>
          <w:szCs w:val="24"/>
        </w:rPr>
        <w:t xml:space="preserve"> </w:t>
      </w:r>
      <w:r w:rsidR="005446C4">
        <w:rPr>
          <w:rFonts w:ascii="Century Gothic" w:hAnsi="Century Gothic"/>
          <w:sz w:val="18"/>
          <w:szCs w:val="24"/>
        </w:rPr>
        <w:t>d</w:t>
      </w:r>
      <w:r w:rsidR="00FF533C" w:rsidRPr="003B740D">
        <w:rPr>
          <w:rFonts w:ascii="Century Gothic" w:hAnsi="Century Gothic"/>
          <w:sz w:val="18"/>
          <w:szCs w:val="24"/>
        </w:rPr>
        <w:t>el formato por el representante legal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Objeto contractual (resumido)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describir de forma concreta el objeto del contrato al cual está presentado la propuesta</w:t>
      </w:r>
      <w:r w:rsidR="00FF533C" w:rsidRPr="003B740D">
        <w:rPr>
          <w:rFonts w:ascii="Century Gothic" w:hAnsi="Century Gothic"/>
          <w:b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Razón social: </w:t>
      </w:r>
      <w:r w:rsidR="00FF533C" w:rsidRPr="003B740D">
        <w:rPr>
          <w:rFonts w:ascii="Century Gothic" w:hAnsi="Century Gothic"/>
          <w:sz w:val="18"/>
          <w:szCs w:val="24"/>
        </w:rPr>
        <w:t>Nombre de la persona jurídica como aparece en la certificación de Cámara de Comercio o documento que lo acredite.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Nit: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 en la certificación de Cámara de Comercio o documento que lo acredite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062B82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Número</w:t>
      </w:r>
      <w:r w:rsidR="005E3EFC" w:rsidRPr="003B740D">
        <w:rPr>
          <w:rFonts w:ascii="Century Gothic" w:hAnsi="Century Gothic"/>
          <w:b/>
          <w:sz w:val="18"/>
          <w:szCs w:val="24"/>
        </w:rPr>
        <w:t xml:space="preserve"> de teléfono de la empresa</w:t>
      </w:r>
      <w:r w:rsidR="00FF533C" w:rsidRPr="003B740D">
        <w:rPr>
          <w:rFonts w:ascii="Century Gothic" w:hAnsi="Century Gothic"/>
          <w:sz w:val="18"/>
          <w:szCs w:val="24"/>
        </w:rPr>
        <w:t>: número de contacto telefónico en la dirección física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principal</w:t>
      </w:r>
      <w:r w:rsidR="00FF533C" w:rsidRPr="003B740D">
        <w:rPr>
          <w:rFonts w:ascii="Century Gothic" w:hAnsi="Century Gothic"/>
          <w:sz w:val="18"/>
          <w:szCs w:val="24"/>
        </w:rPr>
        <w:t>: Nomenclatura del domicilio físico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electrónica</w:t>
      </w:r>
      <w:r w:rsidR="00FF533C" w:rsidRPr="003B740D">
        <w:rPr>
          <w:rFonts w:ascii="Century Gothic" w:hAnsi="Century Gothic"/>
          <w:sz w:val="18"/>
          <w:szCs w:val="24"/>
        </w:rPr>
        <w:t>: Correo electrónico de la empresa, habilitado</w:t>
      </w:r>
      <w:r w:rsidR="005446C4">
        <w:rPr>
          <w:rFonts w:ascii="Century Gothic" w:hAnsi="Century Gothic"/>
          <w:sz w:val="18"/>
          <w:szCs w:val="24"/>
        </w:rPr>
        <w:t xml:space="preserve"> y</w:t>
      </w:r>
      <w:r w:rsidR="00FF533C" w:rsidRPr="003B740D">
        <w:rPr>
          <w:rFonts w:ascii="Century Gothic" w:hAnsi="Century Gothic"/>
          <w:sz w:val="18"/>
          <w:szCs w:val="24"/>
        </w:rPr>
        <w:t xml:space="preserve"> consultado</w:t>
      </w:r>
      <w:r w:rsidR="005446C4">
        <w:rPr>
          <w:rFonts w:ascii="Century Gothic" w:hAnsi="Century Gothic"/>
          <w:sz w:val="18"/>
          <w:szCs w:val="24"/>
        </w:rPr>
        <w:t xml:space="preserve"> frecuentemente</w:t>
      </w:r>
      <w:r w:rsidR="00FF533C" w:rsidRPr="003B740D">
        <w:rPr>
          <w:rFonts w:ascii="Century Gothic" w:hAnsi="Century Gothic"/>
          <w:sz w:val="18"/>
          <w:szCs w:val="24"/>
        </w:rPr>
        <w:t>.</w:t>
      </w:r>
      <w:r w:rsidR="009E3061">
        <w:rPr>
          <w:rFonts w:ascii="Century Gothic" w:hAnsi="Century Gothic"/>
          <w:sz w:val="18"/>
          <w:szCs w:val="24"/>
        </w:rPr>
        <w:t xml:space="preserve"> Puede ser el mismo consignado en la propuesta.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Sitio web:  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Descripción del sitio web de la empresa. Si no se tiene se describe no aplica</w:t>
      </w:r>
      <w:r w:rsidR="009E3061">
        <w:rPr>
          <w:rFonts w:ascii="Century Gothic" w:hAnsi="Century Gothic"/>
          <w:sz w:val="18"/>
          <w:szCs w:val="24"/>
        </w:rPr>
        <w:t>.</w:t>
      </w:r>
    </w:p>
    <w:p w:rsidR="009E3061" w:rsidRDefault="009E3061" w:rsidP="003B740D">
      <w:pPr>
        <w:spacing w:after="0" w:line="240" w:lineRule="auto"/>
        <w:rPr>
          <w:rFonts w:ascii="Century Gothic" w:hAnsi="Century Gothic"/>
          <w:sz w:val="18"/>
          <w:szCs w:val="24"/>
          <w:u w:val="single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 xml:space="preserve">INFORMACIÓN DEL </w:t>
      </w:r>
      <w:r w:rsidRPr="005E3EFC">
        <w:rPr>
          <w:rFonts w:ascii="Century Gothic" w:hAnsi="Century Gothic"/>
          <w:b/>
          <w:color w:val="1D1B11"/>
          <w:sz w:val="16"/>
          <w:szCs w:val="16"/>
          <w:u w:val="single"/>
        </w:rPr>
        <w:t>REPRESENTANTE LEGAL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Nombres completos, tipo y número de identificación, fecha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lugar de expedición del documento de identidad y lugar y fecha de nacimiento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aparecen en el documento de identidad.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teléfono, departamento, municipio de residencia y celular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 los datos de la persona que figura como representante legal en el proceso contractual y que debe ser quien diligencie el formato.</w:t>
      </w:r>
    </w:p>
    <w:p w:rsidR="00FF533C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Ocupación, oficio o profesión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información de la actividad económica del representante legal y si tiene actividades diferentes a la de la empresa que participa en el proceso, debe consignarlas también.</w:t>
      </w:r>
    </w:p>
    <w:p w:rsidR="00A11F34" w:rsidRPr="003B740D" w:rsidRDefault="00A11F34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Default="00FF533C" w:rsidP="00220D95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</w:rPr>
      </w:pPr>
      <w:r w:rsidRPr="00220D95">
        <w:rPr>
          <w:rFonts w:ascii="Century Gothic" w:hAnsi="Century Gothic"/>
          <w:b/>
          <w:sz w:val="16"/>
          <w:szCs w:val="24"/>
          <w:u w:val="single"/>
        </w:rPr>
        <w:t>DECLARACIÓN VOLUNTARIA DEL ORIGEN DE LOS FONDOS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</w:p>
    <w:p w:rsidR="00FF533C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Deben</w:t>
      </w:r>
      <w:r w:rsidR="00FF533C" w:rsidRPr="003B740D">
        <w:rPr>
          <w:rFonts w:ascii="Century Gothic" w:hAnsi="Century Gothic"/>
          <w:sz w:val="18"/>
          <w:szCs w:val="24"/>
        </w:rPr>
        <w:t xml:space="preserve"> consignarse los datos del representante legal y de la empresa, los cuales deben coincidir con </w:t>
      </w:r>
      <w:r w:rsidR="00584EC9" w:rsidRPr="003B740D">
        <w:rPr>
          <w:rFonts w:ascii="Century Gothic" w:hAnsi="Century Gothic"/>
          <w:sz w:val="18"/>
          <w:szCs w:val="24"/>
        </w:rPr>
        <w:t>los</w:t>
      </w:r>
      <w:r w:rsidR="00FF533C" w:rsidRPr="003B740D">
        <w:rPr>
          <w:rFonts w:ascii="Century Gothic" w:hAnsi="Century Gothic"/>
          <w:sz w:val="18"/>
          <w:szCs w:val="24"/>
        </w:rPr>
        <w:t xml:space="preserve"> datos consignados en la identificación del representante legal.</w:t>
      </w:r>
    </w:p>
    <w:p w:rsidR="00220D95" w:rsidRPr="003B740D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Pr="00220D95" w:rsidRDefault="00220D95" w:rsidP="00220D95">
      <w:pPr>
        <w:pStyle w:val="Prrafodelista"/>
        <w:spacing w:after="0" w:line="240" w:lineRule="auto"/>
        <w:ind w:left="360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PERSONA EXPUESTA PUBLICAMENTE  (PARA REPRESENTANTE LEGAL)</w:t>
      </w:r>
      <w:r w:rsidR="00786D66" w:rsidRPr="00786D66">
        <w:rPr>
          <w:rFonts w:ascii="Century Gothic" w:hAnsi="Century Gothic"/>
          <w:sz w:val="18"/>
          <w:szCs w:val="24"/>
        </w:rPr>
        <w:t xml:space="preserve"> </w:t>
      </w:r>
      <w:r w:rsidR="00786D66">
        <w:rPr>
          <w:rFonts w:ascii="Century Gothic" w:hAnsi="Century Gothic"/>
          <w:sz w:val="18"/>
          <w:szCs w:val="24"/>
        </w:rPr>
        <w:t>Se c</w:t>
      </w:r>
      <w:r w:rsidR="00786D66" w:rsidRPr="003B740D">
        <w:rPr>
          <w:rFonts w:ascii="Century Gothic" w:hAnsi="Century Gothic"/>
          <w:sz w:val="18"/>
          <w:szCs w:val="24"/>
        </w:rPr>
        <w:t>onsign</w:t>
      </w:r>
      <w:r w:rsidR="00786D66">
        <w:rPr>
          <w:rFonts w:ascii="Century Gothic" w:hAnsi="Century Gothic"/>
          <w:sz w:val="18"/>
          <w:szCs w:val="24"/>
        </w:rPr>
        <w:t>a SI o NO en el recuadro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¿Administra recursos públicos?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¿Ostenta algún grado de poder público y/o goza de reconocimiento público?  </w:t>
      </w:r>
    </w:p>
    <w:p w:rsidR="00D65BC0" w:rsidRPr="00D65BC0" w:rsidRDefault="00D65BC0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D65BC0">
        <w:rPr>
          <w:rFonts w:ascii="Century Gothic" w:hAnsi="Century Gothic"/>
          <w:b/>
          <w:sz w:val="18"/>
          <w:szCs w:val="24"/>
        </w:rPr>
        <w:t>¿Es o ha sido servidor público?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En caso de respuesta afirmativa, especifique: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Pr="003B740D" w:rsidRDefault="00220D95" w:rsidP="00220D95">
      <w:pPr>
        <w:spacing w:after="0" w:line="240" w:lineRule="auto"/>
        <w:jc w:val="center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PARA PERSONA JURÍDICA</w:t>
      </w:r>
      <w:r w:rsidRPr="009E3061">
        <w:rPr>
          <w:rFonts w:ascii="Century Gothic" w:hAnsi="Century Gothic"/>
          <w:sz w:val="18"/>
          <w:szCs w:val="24"/>
        </w:rPr>
        <w:t xml:space="preserve"> </w:t>
      </w:r>
      <w:r>
        <w:rPr>
          <w:rFonts w:ascii="Century Gothic" w:hAnsi="Century Gothic"/>
          <w:sz w:val="18"/>
          <w:szCs w:val="24"/>
        </w:rPr>
        <w:t>Se c</w:t>
      </w:r>
      <w:r w:rsidR="00FF533C" w:rsidRPr="003B740D">
        <w:rPr>
          <w:rFonts w:ascii="Century Gothic" w:hAnsi="Century Gothic"/>
          <w:sz w:val="18"/>
          <w:szCs w:val="24"/>
        </w:rPr>
        <w:t>onsign</w:t>
      </w:r>
      <w:r>
        <w:rPr>
          <w:rFonts w:ascii="Century Gothic" w:hAnsi="Century Gothic"/>
          <w:sz w:val="18"/>
          <w:szCs w:val="24"/>
        </w:rPr>
        <w:t>a</w:t>
      </w:r>
      <w:r w:rsidR="009E3061">
        <w:rPr>
          <w:rFonts w:ascii="Century Gothic" w:hAnsi="Century Gothic"/>
          <w:sz w:val="18"/>
          <w:szCs w:val="24"/>
        </w:rPr>
        <w:t xml:space="preserve"> SI o NO en el recuadro.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¿La entidad realiza operaciones internacionales? 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En caso positivo, debe diligenciar las siguientes casillas, donde se describ</w:t>
      </w:r>
      <w:r w:rsidR="002C7583">
        <w:rPr>
          <w:rFonts w:ascii="Century Gothic" w:hAnsi="Century Gothic"/>
          <w:sz w:val="18"/>
          <w:szCs w:val="24"/>
        </w:rPr>
        <w:t xml:space="preserve">e el </w:t>
      </w:r>
      <w:r w:rsidRPr="003B740D">
        <w:rPr>
          <w:rFonts w:ascii="Century Gothic" w:hAnsi="Century Gothic"/>
          <w:sz w:val="18"/>
          <w:szCs w:val="24"/>
        </w:rPr>
        <w:t xml:space="preserve">tipo de operación.  Si no se encuentra en las opciones, en el campo </w:t>
      </w:r>
      <w:r w:rsidRPr="002C7583">
        <w:rPr>
          <w:rFonts w:ascii="Century Gothic" w:hAnsi="Century Gothic"/>
          <w:b/>
          <w:sz w:val="18"/>
          <w:szCs w:val="24"/>
        </w:rPr>
        <w:t>otros</w:t>
      </w:r>
      <w:r w:rsidRPr="003B740D">
        <w:rPr>
          <w:rFonts w:ascii="Century Gothic" w:hAnsi="Century Gothic"/>
          <w:sz w:val="18"/>
          <w:szCs w:val="24"/>
        </w:rPr>
        <w:t xml:space="preserve"> describen que</w:t>
      </w:r>
      <w:r w:rsidR="002C7583">
        <w:rPr>
          <w:rFonts w:ascii="Century Gothic" w:hAnsi="Century Gothic"/>
          <w:sz w:val="18"/>
          <w:szCs w:val="24"/>
        </w:rPr>
        <w:t xml:space="preserve"> tipo de</w:t>
      </w:r>
      <w:r w:rsidRPr="003B740D">
        <w:rPr>
          <w:rFonts w:ascii="Century Gothic" w:hAnsi="Century Gothic"/>
          <w:sz w:val="18"/>
          <w:szCs w:val="24"/>
        </w:rPr>
        <w:t xml:space="preserve"> operación llevan a cabo.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lastRenderedPageBreak/>
        <w:t>¿</w:t>
      </w:r>
      <w:r w:rsidRPr="003B740D">
        <w:rPr>
          <w:rFonts w:ascii="Century Gothic" w:hAnsi="Century Gothic"/>
          <w:b/>
          <w:sz w:val="18"/>
          <w:szCs w:val="24"/>
        </w:rPr>
        <w:t>Ha tenido contacto con grupos terroristas o al margen de la ley?</w:t>
      </w:r>
      <w:r w:rsidR="00075211" w:rsidRPr="003B740D">
        <w:rPr>
          <w:rFonts w:ascii="Century Gothic" w:hAnsi="Century Gothic"/>
          <w:b/>
          <w:sz w:val="18"/>
          <w:szCs w:val="24"/>
        </w:rPr>
        <w:t xml:space="preserve">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En caso positivo </w:t>
      </w:r>
      <w:r w:rsidR="002C7583">
        <w:rPr>
          <w:rFonts w:ascii="Century Gothic" w:hAnsi="Century Gothic"/>
          <w:sz w:val="18"/>
          <w:szCs w:val="24"/>
        </w:rPr>
        <w:t>d</w:t>
      </w:r>
      <w:r w:rsidRPr="003B740D">
        <w:rPr>
          <w:rFonts w:ascii="Century Gothic" w:hAnsi="Century Gothic"/>
          <w:sz w:val="18"/>
          <w:szCs w:val="24"/>
        </w:rPr>
        <w:t>escribir que tipo de contacto se ha presentado.</w:t>
      </w:r>
    </w:p>
    <w:p w:rsidR="00FF533C" w:rsidRPr="00220D95" w:rsidRDefault="00FF533C" w:rsidP="00220D95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sz w:val="18"/>
          <w:szCs w:val="24"/>
        </w:rPr>
        <w:t>¿</w:t>
      </w:r>
      <w:r w:rsidR="00220D95" w:rsidRPr="00220D95">
        <w:rPr>
          <w:rFonts w:ascii="Century Gothic" w:hAnsi="Century Gothic"/>
          <w:b/>
          <w:sz w:val="18"/>
          <w:szCs w:val="24"/>
        </w:rPr>
        <w:t xml:space="preserve">Posee cuentas en moneda extranjera? </w:t>
      </w:r>
    </w:p>
    <w:p w:rsidR="00FF533C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E</w:t>
      </w:r>
      <w:r w:rsidR="00FF533C" w:rsidRPr="003B740D">
        <w:rPr>
          <w:rFonts w:ascii="Century Gothic" w:hAnsi="Century Gothic"/>
          <w:sz w:val="18"/>
          <w:szCs w:val="24"/>
        </w:rPr>
        <w:t xml:space="preserve">n caso afirmativo diligenciar las casillas de descripción del producto de forma </w:t>
      </w:r>
      <w:r w:rsidR="00FF533C" w:rsidRPr="003B740D">
        <w:rPr>
          <w:rFonts w:ascii="Century Gothic" w:hAnsi="Century Gothic"/>
          <w:sz w:val="18"/>
          <w:szCs w:val="24"/>
          <w:u w:val="single"/>
        </w:rPr>
        <w:t>completa</w:t>
      </w:r>
      <w:r w:rsidR="00FF533C" w:rsidRPr="003B740D">
        <w:rPr>
          <w:rFonts w:ascii="Century Gothic" w:hAnsi="Century Gothic"/>
          <w:sz w:val="18"/>
          <w:szCs w:val="24"/>
        </w:rPr>
        <w:t>.  Si falta algún dato se invalida la autenticidad del formato.</w:t>
      </w:r>
    </w:p>
    <w:p w:rsidR="00075211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DB42A0">
        <w:rPr>
          <w:rFonts w:ascii="Century Gothic" w:hAnsi="Century Gothic"/>
          <w:b/>
          <w:sz w:val="16"/>
          <w:szCs w:val="24"/>
          <w:u w:val="single"/>
        </w:rPr>
        <w:t>FIRMA REPRESENTANTE LEGAL, N° CÉDULA y HUELLA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  <w:r w:rsidRPr="00A22F46">
        <w:rPr>
          <w:rFonts w:ascii="Century Gothic" w:hAnsi="Century Gothic"/>
          <w:sz w:val="18"/>
          <w:szCs w:val="24"/>
        </w:rPr>
        <w:t xml:space="preserve">estos </w:t>
      </w:r>
      <w:r w:rsidRPr="003B740D">
        <w:rPr>
          <w:rFonts w:ascii="Century Gothic" w:hAnsi="Century Gothic"/>
          <w:sz w:val="18"/>
          <w:szCs w:val="24"/>
        </w:rPr>
        <w:t xml:space="preserve">campos son indispensables para la validez del formato. 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La huella debe ser la del índice derecho </w:t>
      </w:r>
      <w:r w:rsidR="00986440">
        <w:rPr>
          <w:rFonts w:ascii="Century Gothic" w:hAnsi="Century Gothic"/>
          <w:b/>
          <w:sz w:val="18"/>
          <w:szCs w:val="24"/>
          <w:u w:val="single"/>
        </w:rPr>
        <w:t xml:space="preserve">o en su defecto la de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la cédula</w:t>
      </w:r>
      <w:r w:rsidR="00075211" w:rsidRPr="003B740D">
        <w:rPr>
          <w:rFonts w:ascii="Century Gothic" w:hAnsi="Century Gothic"/>
          <w:b/>
          <w:sz w:val="18"/>
          <w:szCs w:val="24"/>
          <w:u w:val="single"/>
        </w:rPr>
        <w:t>, original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 y nítida.</w:t>
      </w:r>
      <w:r w:rsidRPr="003B740D">
        <w:rPr>
          <w:rFonts w:ascii="Century Gothic" w:hAnsi="Century Gothic"/>
          <w:sz w:val="18"/>
          <w:szCs w:val="24"/>
          <w:u w:val="single"/>
        </w:rPr>
        <w:t xml:space="preserve">  </w:t>
      </w:r>
      <w:r w:rsidRPr="003B740D">
        <w:rPr>
          <w:rFonts w:ascii="Century Gothic" w:hAnsi="Century Gothic"/>
          <w:sz w:val="18"/>
          <w:szCs w:val="24"/>
        </w:rPr>
        <w:t>Si la huella esta borrosa</w:t>
      </w:r>
      <w:r w:rsidR="00075211" w:rsidRPr="003B740D">
        <w:rPr>
          <w:rFonts w:ascii="Century Gothic" w:hAnsi="Century Gothic"/>
          <w:sz w:val="18"/>
          <w:szCs w:val="24"/>
        </w:rPr>
        <w:t xml:space="preserve"> o es digital</w:t>
      </w:r>
      <w:r w:rsidRPr="003B740D">
        <w:rPr>
          <w:rFonts w:ascii="Century Gothic" w:hAnsi="Century Gothic"/>
          <w:sz w:val="18"/>
          <w:szCs w:val="24"/>
        </w:rPr>
        <w:t>, se invalida la autenticidad del formato</w:t>
      </w:r>
      <w:r w:rsidR="00075211" w:rsidRPr="003B740D">
        <w:rPr>
          <w:rFonts w:ascii="Century Gothic" w:hAnsi="Century Gothic"/>
          <w:sz w:val="18"/>
          <w:szCs w:val="24"/>
        </w:rPr>
        <w:t>.</w:t>
      </w:r>
    </w:p>
    <w:p w:rsidR="001E0788" w:rsidRDefault="001E0788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15467B" w:rsidRPr="001D3218" w:rsidRDefault="001E0788" w:rsidP="00712C2F">
      <w:pPr>
        <w:spacing w:after="0" w:line="240" w:lineRule="auto"/>
        <w:jc w:val="center"/>
        <w:rPr>
          <w:rFonts w:ascii="Century Gothic" w:hAnsi="Century Gothic" w:cs="Arial"/>
          <w:sz w:val="18"/>
          <w:szCs w:val="18"/>
          <w:lang w:val="es-MX"/>
        </w:rPr>
      </w:pPr>
      <w:r w:rsidRPr="001E0788">
        <w:rPr>
          <w:rFonts w:ascii="Century Gothic" w:hAnsi="Century Gothic"/>
          <w:b/>
          <w:sz w:val="20"/>
          <w:szCs w:val="24"/>
        </w:rPr>
        <w:t xml:space="preserve">IMPRIMA </w:t>
      </w:r>
      <w:r>
        <w:rPr>
          <w:rFonts w:ascii="Century Gothic" w:hAnsi="Century Gothic"/>
          <w:b/>
          <w:sz w:val="20"/>
          <w:szCs w:val="24"/>
        </w:rPr>
        <w:t xml:space="preserve">ÚNICAMENTE </w:t>
      </w:r>
      <w:r w:rsidRPr="001E0788">
        <w:rPr>
          <w:rFonts w:ascii="Century Gothic" w:hAnsi="Century Gothic"/>
          <w:b/>
          <w:sz w:val="20"/>
          <w:szCs w:val="24"/>
        </w:rPr>
        <w:t>LA PRIM</w:t>
      </w:r>
      <w:r>
        <w:rPr>
          <w:rFonts w:ascii="Century Gothic" w:hAnsi="Century Gothic"/>
          <w:b/>
          <w:sz w:val="20"/>
          <w:szCs w:val="24"/>
        </w:rPr>
        <w:t xml:space="preserve">ERA PÁGINA </w:t>
      </w:r>
      <w:r w:rsidRPr="001E0788">
        <w:rPr>
          <w:rFonts w:ascii="Century Gothic" w:hAnsi="Century Gothic"/>
          <w:b/>
          <w:sz w:val="20"/>
          <w:szCs w:val="24"/>
        </w:rPr>
        <w:t>PARA LA ENTREGA</w:t>
      </w:r>
    </w:p>
    <w:sectPr w:rsidR="0015467B" w:rsidRPr="001D3218" w:rsidSect="00D52C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23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19F" w:rsidRDefault="0062519F" w:rsidP="003E0A8A">
      <w:pPr>
        <w:spacing w:after="0" w:line="240" w:lineRule="auto"/>
      </w:pPr>
      <w:r>
        <w:separator/>
      </w:r>
    </w:p>
  </w:endnote>
  <w:endnote w:type="continuationSeparator" w:id="0">
    <w:p w:rsidR="0062519F" w:rsidRDefault="0062519F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19F" w:rsidRDefault="0062519F" w:rsidP="003E0A8A">
      <w:pPr>
        <w:spacing w:after="0" w:line="240" w:lineRule="auto"/>
      </w:pPr>
      <w:r>
        <w:separator/>
      </w:r>
    </w:p>
  </w:footnote>
  <w:footnote w:type="continuationSeparator" w:id="0">
    <w:p w:rsidR="0062519F" w:rsidRDefault="0062519F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76"/>
      <w:gridCol w:w="1712"/>
      <w:gridCol w:w="4741"/>
      <w:gridCol w:w="2244"/>
    </w:tblGrid>
    <w:tr w:rsidR="00243964" w:rsidRPr="00EC343A" w:rsidTr="00D52C96">
      <w:trPr>
        <w:trHeight w:val="138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Código:</w:t>
          </w:r>
        </w:p>
      </w:tc>
      <w:tc>
        <w:tcPr>
          <w:tcW w:w="1712" w:type="dxa"/>
          <w:vAlign w:val="center"/>
        </w:tcPr>
        <w:p w:rsidR="00243964" w:rsidRPr="00EC343A" w:rsidRDefault="00D7067A" w:rsidP="00C554B6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PE02 FR 87</w:t>
          </w:r>
        </w:p>
      </w:tc>
      <w:tc>
        <w:tcPr>
          <w:tcW w:w="4741" w:type="dxa"/>
          <w:vMerge w:val="restart"/>
          <w:vAlign w:val="center"/>
        </w:tcPr>
        <w:p w:rsidR="00243964" w:rsidRPr="00EC343A" w:rsidRDefault="00243964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FORMATO:</w:t>
          </w:r>
        </w:p>
        <w:p w:rsidR="008D231C" w:rsidRPr="00EC343A" w:rsidRDefault="00A1141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 xml:space="preserve">CONOCIMIENTO </w:t>
          </w:r>
        </w:p>
        <w:p w:rsidR="00243964" w:rsidRPr="00EC343A" w:rsidRDefault="002C1A6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PERSONA JURÍDICA</w:t>
          </w:r>
        </w:p>
        <w:p w:rsidR="008D231C" w:rsidRPr="00EC343A" w:rsidRDefault="008D231C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20"/>
              <w:szCs w:val="20"/>
            </w:rPr>
          </w:pPr>
          <w:r w:rsidRPr="00EC343A">
            <w:rPr>
              <w:rFonts w:ascii="Century Gothic" w:hAnsi="Century Gothic"/>
              <w:b/>
              <w:sz w:val="20"/>
              <w:szCs w:val="32"/>
            </w:rPr>
            <w:t>SARLAFT CIRCULAR 009 DE 2016</w:t>
          </w:r>
        </w:p>
      </w:tc>
      <w:tc>
        <w:tcPr>
          <w:tcW w:w="2244" w:type="dxa"/>
          <w:vMerge w:val="restart"/>
        </w:tcPr>
        <w:p w:rsidR="00243964" w:rsidRPr="00EC343A" w:rsidRDefault="00EC343A" w:rsidP="00EC343A">
          <w:pPr>
            <w:spacing w:after="0"/>
            <w:rPr>
              <w:sz w:val="20"/>
              <w:szCs w:val="20"/>
            </w:rPr>
          </w:pPr>
          <w:r w:rsidRPr="00EC343A">
            <w:rPr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251657216" behindDoc="1" locked="0" layoutInCell="1" allowOverlap="1" wp14:anchorId="59E9982D" wp14:editId="717FD7D4">
                <wp:simplePos x="0" y="0"/>
                <wp:positionH relativeFrom="column">
                  <wp:posOffset>-8255</wp:posOffset>
                </wp:positionH>
                <wp:positionV relativeFrom="paragraph">
                  <wp:posOffset>76200</wp:posOffset>
                </wp:positionV>
                <wp:extent cx="1219200" cy="914400"/>
                <wp:effectExtent l="0" t="0" r="0" b="0"/>
                <wp:wrapSquare wrapText="bothSides"/>
                <wp:docPr id="4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43964" w:rsidRPr="00EC343A" w:rsidTr="00D52C96">
      <w:trPr>
        <w:trHeight w:val="319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Versión:</w:t>
          </w:r>
        </w:p>
      </w:tc>
      <w:tc>
        <w:tcPr>
          <w:tcW w:w="1712" w:type="dxa"/>
          <w:vAlign w:val="center"/>
        </w:tcPr>
        <w:p w:rsidR="00243964" w:rsidRPr="00EC343A" w:rsidRDefault="006A418B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01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366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Vigente a partir de:</w:t>
          </w:r>
        </w:p>
      </w:tc>
      <w:tc>
        <w:tcPr>
          <w:tcW w:w="1712" w:type="dxa"/>
          <w:vAlign w:val="center"/>
        </w:tcPr>
        <w:p w:rsidR="00243964" w:rsidRPr="00EC343A" w:rsidRDefault="006A418B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01/10/2019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250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Página:</w:t>
          </w:r>
        </w:p>
      </w:tc>
      <w:tc>
        <w:tcPr>
          <w:tcW w:w="1712" w:type="dxa"/>
          <w:vAlign w:val="center"/>
        </w:tcPr>
        <w:p w:rsidR="00243964" w:rsidRPr="00EC343A" w:rsidRDefault="00243964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082606">
            <w:rPr>
              <w:rFonts w:ascii="Century Gothic" w:hAnsi="Century Gothic"/>
              <w:noProof/>
              <w:sz w:val="20"/>
              <w:szCs w:val="20"/>
            </w:rPr>
            <w:t>2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  <w:r w:rsidRPr="00EC343A">
            <w:rPr>
              <w:rFonts w:ascii="Century Gothic" w:hAnsi="Century Gothic"/>
              <w:sz w:val="20"/>
              <w:szCs w:val="20"/>
            </w:rPr>
            <w:t xml:space="preserve"> de 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="00042B46" w:rsidRPr="00EC343A">
            <w:rPr>
              <w:rFonts w:ascii="Century Gothic" w:hAnsi="Century Gothic"/>
              <w:sz w:val="20"/>
              <w:szCs w:val="20"/>
            </w:rPr>
            <w:instrText xml:space="preserve"> NUMPAGES </w:instrTex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082606">
            <w:rPr>
              <w:rFonts w:ascii="Century Gothic" w:hAnsi="Century Gothic"/>
              <w:noProof/>
              <w:sz w:val="20"/>
              <w:szCs w:val="20"/>
            </w:rPr>
            <w:t>3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end"/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</w:tbl>
  <w:p w:rsidR="00243964" w:rsidRPr="003B740D" w:rsidRDefault="00EC3C9D" w:rsidP="003B740D">
    <w:pPr>
      <w:pStyle w:val="Encabezado"/>
      <w:jc w:val="center"/>
      <w:rPr>
        <w:rFonts w:ascii="Century Gothic" w:hAnsi="Century Gothic"/>
        <w:b/>
        <w:sz w:val="16"/>
      </w:rPr>
    </w:pPr>
    <w:r>
      <w:rPr>
        <w:rFonts w:ascii="Century Gothic" w:hAnsi="Century Gothic"/>
        <w:noProof/>
        <w:sz w:val="20"/>
        <w:szCs w:val="20"/>
        <w:lang w:val="es-CO" w:eastAsia="es-C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235970" o:spid="_x0000_s2050" type="#_x0000_t136" style="position:absolute;left:0;text-align:left;margin-left:-261.15pt;margin-top:281.15pt;width:376.5pt;height:20.6pt;rotation:270;z-index:-251658240;mso-position-horizontal-relative:margin;mso-position-vertical-relative:margin" o:allowincell="f" fillcolor="#060" stroked="f">
          <v:fill opacity=".5"/>
          <v:textpath style="font-family:&quot;Century Gothic&quot;;font-size:8pt;font-weight:bold" string="Los documentos institucionales están sujetos a actualización permanente de sus versiones.&#10;No imprima ni realice copias magnéticas. Consulte siempre la versión actualizada en intranet.&#10;"/>
          <w10:wrap anchorx="margin" anchory="margin"/>
        </v:shape>
      </w:pict>
    </w:r>
    <w:r w:rsidR="003B740D" w:rsidRPr="003B740D">
      <w:rPr>
        <w:rFonts w:ascii="Century Gothic" w:hAnsi="Century Gothic"/>
        <w:b/>
        <w:sz w:val="16"/>
      </w:rPr>
      <w:t xml:space="preserve">Lea con detenimiento las instrucciones al </w:t>
    </w:r>
    <w:r w:rsidR="003B740D">
      <w:rPr>
        <w:rFonts w:ascii="Century Gothic" w:hAnsi="Century Gothic"/>
        <w:b/>
        <w:sz w:val="16"/>
      </w:rPr>
      <w:t>final del documento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8B" w:rsidRDefault="006A418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4A8"/>
    <w:multiLevelType w:val="hybridMultilevel"/>
    <w:tmpl w:val="246E1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632BA"/>
    <w:multiLevelType w:val="hybridMultilevel"/>
    <w:tmpl w:val="889677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A372EF"/>
    <w:multiLevelType w:val="hybridMultilevel"/>
    <w:tmpl w:val="F1E2F8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E51CA"/>
    <w:multiLevelType w:val="hybridMultilevel"/>
    <w:tmpl w:val="FCAA9E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06CA5"/>
    <w:rsid w:val="00014DB5"/>
    <w:rsid w:val="00020B9D"/>
    <w:rsid w:val="000243D3"/>
    <w:rsid w:val="00042B46"/>
    <w:rsid w:val="00047C7E"/>
    <w:rsid w:val="00062B82"/>
    <w:rsid w:val="00075211"/>
    <w:rsid w:val="00082606"/>
    <w:rsid w:val="00083204"/>
    <w:rsid w:val="0008359F"/>
    <w:rsid w:val="000A16C1"/>
    <w:rsid w:val="000A5374"/>
    <w:rsid w:val="000B2F40"/>
    <w:rsid w:val="000B3865"/>
    <w:rsid w:val="000B608F"/>
    <w:rsid w:val="000C1D13"/>
    <w:rsid w:val="000C789F"/>
    <w:rsid w:val="000D0593"/>
    <w:rsid w:val="000E1881"/>
    <w:rsid w:val="000E4980"/>
    <w:rsid w:val="000E6478"/>
    <w:rsid w:val="000F0380"/>
    <w:rsid w:val="000F4FDD"/>
    <w:rsid w:val="001023E5"/>
    <w:rsid w:val="00104826"/>
    <w:rsid w:val="0014183F"/>
    <w:rsid w:val="0015467B"/>
    <w:rsid w:val="001611BF"/>
    <w:rsid w:val="00167107"/>
    <w:rsid w:val="001749CD"/>
    <w:rsid w:val="00187BEF"/>
    <w:rsid w:val="001A72DA"/>
    <w:rsid w:val="001B612D"/>
    <w:rsid w:val="001C6192"/>
    <w:rsid w:val="001D3218"/>
    <w:rsid w:val="001E0788"/>
    <w:rsid w:val="00207912"/>
    <w:rsid w:val="00213465"/>
    <w:rsid w:val="00220D95"/>
    <w:rsid w:val="0023239C"/>
    <w:rsid w:val="00243964"/>
    <w:rsid w:val="0026373C"/>
    <w:rsid w:val="00270C96"/>
    <w:rsid w:val="00285628"/>
    <w:rsid w:val="002C1A6B"/>
    <w:rsid w:val="002C7583"/>
    <w:rsid w:val="002D0831"/>
    <w:rsid w:val="002D28F6"/>
    <w:rsid w:val="002F6103"/>
    <w:rsid w:val="003275EF"/>
    <w:rsid w:val="003549DE"/>
    <w:rsid w:val="00371229"/>
    <w:rsid w:val="00383EB0"/>
    <w:rsid w:val="00395CB7"/>
    <w:rsid w:val="00396FF0"/>
    <w:rsid w:val="003B3ED8"/>
    <w:rsid w:val="003B740D"/>
    <w:rsid w:val="003E0A8A"/>
    <w:rsid w:val="003E7452"/>
    <w:rsid w:val="0040691C"/>
    <w:rsid w:val="0041318C"/>
    <w:rsid w:val="00415C7C"/>
    <w:rsid w:val="00442580"/>
    <w:rsid w:val="00453035"/>
    <w:rsid w:val="00462177"/>
    <w:rsid w:val="0049136A"/>
    <w:rsid w:val="004A0FCD"/>
    <w:rsid w:val="004A780A"/>
    <w:rsid w:val="004B2B3E"/>
    <w:rsid w:val="004B3ED4"/>
    <w:rsid w:val="004B7F37"/>
    <w:rsid w:val="004C1451"/>
    <w:rsid w:val="004E2767"/>
    <w:rsid w:val="004E308C"/>
    <w:rsid w:val="005005C6"/>
    <w:rsid w:val="005127CC"/>
    <w:rsid w:val="00522790"/>
    <w:rsid w:val="005311ED"/>
    <w:rsid w:val="005379FA"/>
    <w:rsid w:val="005446C4"/>
    <w:rsid w:val="00555F2B"/>
    <w:rsid w:val="00560DD3"/>
    <w:rsid w:val="005642FF"/>
    <w:rsid w:val="00567F26"/>
    <w:rsid w:val="0057234A"/>
    <w:rsid w:val="00572894"/>
    <w:rsid w:val="00583CDB"/>
    <w:rsid w:val="00584EC9"/>
    <w:rsid w:val="005B6DA8"/>
    <w:rsid w:val="005C4E11"/>
    <w:rsid w:val="005E3EFC"/>
    <w:rsid w:val="005F1124"/>
    <w:rsid w:val="006152DB"/>
    <w:rsid w:val="0062519F"/>
    <w:rsid w:val="00641677"/>
    <w:rsid w:val="00643194"/>
    <w:rsid w:val="0064585C"/>
    <w:rsid w:val="00661766"/>
    <w:rsid w:val="00682D8C"/>
    <w:rsid w:val="00684268"/>
    <w:rsid w:val="006847C4"/>
    <w:rsid w:val="00686AA7"/>
    <w:rsid w:val="00690570"/>
    <w:rsid w:val="00693AB7"/>
    <w:rsid w:val="00695795"/>
    <w:rsid w:val="006A418B"/>
    <w:rsid w:val="006B3FDD"/>
    <w:rsid w:val="006C09BB"/>
    <w:rsid w:val="006C63F2"/>
    <w:rsid w:val="006E18CF"/>
    <w:rsid w:val="006F484F"/>
    <w:rsid w:val="00712C2F"/>
    <w:rsid w:val="00754655"/>
    <w:rsid w:val="00765280"/>
    <w:rsid w:val="00785FE8"/>
    <w:rsid w:val="0078647C"/>
    <w:rsid w:val="00786D66"/>
    <w:rsid w:val="007C1BF0"/>
    <w:rsid w:val="007D3A81"/>
    <w:rsid w:val="007D3D75"/>
    <w:rsid w:val="007E7C56"/>
    <w:rsid w:val="00816D1C"/>
    <w:rsid w:val="00817F25"/>
    <w:rsid w:val="0083294B"/>
    <w:rsid w:val="00837978"/>
    <w:rsid w:val="008576DB"/>
    <w:rsid w:val="00861D0B"/>
    <w:rsid w:val="00862E8E"/>
    <w:rsid w:val="0087458F"/>
    <w:rsid w:val="00881DD4"/>
    <w:rsid w:val="008938B7"/>
    <w:rsid w:val="00896396"/>
    <w:rsid w:val="00896565"/>
    <w:rsid w:val="00897BE7"/>
    <w:rsid w:val="008A2897"/>
    <w:rsid w:val="008C2264"/>
    <w:rsid w:val="008C546C"/>
    <w:rsid w:val="008C705C"/>
    <w:rsid w:val="008D231C"/>
    <w:rsid w:val="008E5CAA"/>
    <w:rsid w:val="00906EAF"/>
    <w:rsid w:val="00945876"/>
    <w:rsid w:val="00954A16"/>
    <w:rsid w:val="00986440"/>
    <w:rsid w:val="009A12B8"/>
    <w:rsid w:val="009B32FB"/>
    <w:rsid w:val="009C43D0"/>
    <w:rsid w:val="009D02DA"/>
    <w:rsid w:val="009D37C6"/>
    <w:rsid w:val="009E3061"/>
    <w:rsid w:val="00A01CE8"/>
    <w:rsid w:val="00A1141B"/>
    <w:rsid w:val="00A11F34"/>
    <w:rsid w:val="00A15D4B"/>
    <w:rsid w:val="00A16164"/>
    <w:rsid w:val="00A22F46"/>
    <w:rsid w:val="00A52A33"/>
    <w:rsid w:val="00A706FD"/>
    <w:rsid w:val="00A736FC"/>
    <w:rsid w:val="00A81238"/>
    <w:rsid w:val="00A84E99"/>
    <w:rsid w:val="00A92D75"/>
    <w:rsid w:val="00A95E2E"/>
    <w:rsid w:val="00A960D9"/>
    <w:rsid w:val="00AB7185"/>
    <w:rsid w:val="00AF0517"/>
    <w:rsid w:val="00B063CC"/>
    <w:rsid w:val="00B12E36"/>
    <w:rsid w:val="00B154AF"/>
    <w:rsid w:val="00B35F5B"/>
    <w:rsid w:val="00B530ED"/>
    <w:rsid w:val="00B76AEE"/>
    <w:rsid w:val="00B80F51"/>
    <w:rsid w:val="00BA04B7"/>
    <w:rsid w:val="00BA2EC7"/>
    <w:rsid w:val="00BB168F"/>
    <w:rsid w:val="00BD7474"/>
    <w:rsid w:val="00BE170A"/>
    <w:rsid w:val="00BE1AF6"/>
    <w:rsid w:val="00BE735F"/>
    <w:rsid w:val="00BF6E6E"/>
    <w:rsid w:val="00C001FD"/>
    <w:rsid w:val="00C05563"/>
    <w:rsid w:val="00C1664A"/>
    <w:rsid w:val="00C34565"/>
    <w:rsid w:val="00C34CE0"/>
    <w:rsid w:val="00C37CF6"/>
    <w:rsid w:val="00C43A49"/>
    <w:rsid w:val="00C51912"/>
    <w:rsid w:val="00C51ECD"/>
    <w:rsid w:val="00C554B6"/>
    <w:rsid w:val="00C65B6B"/>
    <w:rsid w:val="00C6663A"/>
    <w:rsid w:val="00C87B46"/>
    <w:rsid w:val="00C9138F"/>
    <w:rsid w:val="00CC4A2E"/>
    <w:rsid w:val="00CC6DFC"/>
    <w:rsid w:val="00CE4D24"/>
    <w:rsid w:val="00D13CF2"/>
    <w:rsid w:val="00D15BB9"/>
    <w:rsid w:val="00D259AA"/>
    <w:rsid w:val="00D4048A"/>
    <w:rsid w:val="00D41952"/>
    <w:rsid w:val="00D52C96"/>
    <w:rsid w:val="00D65BC0"/>
    <w:rsid w:val="00D7067A"/>
    <w:rsid w:val="00D96160"/>
    <w:rsid w:val="00DB23A1"/>
    <w:rsid w:val="00DB42A0"/>
    <w:rsid w:val="00DE2F6B"/>
    <w:rsid w:val="00DE4DEC"/>
    <w:rsid w:val="00E01852"/>
    <w:rsid w:val="00E13EC6"/>
    <w:rsid w:val="00E155A5"/>
    <w:rsid w:val="00E16342"/>
    <w:rsid w:val="00E17E08"/>
    <w:rsid w:val="00E24F2C"/>
    <w:rsid w:val="00E30C5D"/>
    <w:rsid w:val="00E5093A"/>
    <w:rsid w:val="00E63E5D"/>
    <w:rsid w:val="00E67352"/>
    <w:rsid w:val="00EA05B7"/>
    <w:rsid w:val="00EC343A"/>
    <w:rsid w:val="00EC3C9D"/>
    <w:rsid w:val="00ED2459"/>
    <w:rsid w:val="00EE2117"/>
    <w:rsid w:val="00EE4A45"/>
    <w:rsid w:val="00EE7591"/>
    <w:rsid w:val="00F013E2"/>
    <w:rsid w:val="00F05C1E"/>
    <w:rsid w:val="00F1725B"/>
    <w:rsid w:val="00F3195D"/>
    <w:rsid w:val="00F44002"/>
    <w:rsid w:val="00F457C1"/>
    <w:rsid w:val="00F634E1"/>
    <w:rsid w:val="00F72FC5"/>
    <w:rsid w:val="00F73C16"/>
    <w:rsid w:val="00F76171"/>
    <w:rsid w:val="00F81469"/>
    <w:rsid w:val="00F9363D"/>
    <w:rsid w:val="00FA1196"/>
    <w:rsid w:val="00FB77D0"/>
    <w:rsid w:val="00FC6703"/>
    <w:rsid w:val="00FD07EA"/>
    <w:rsid w:val="00FD6334"/>
    <w:rsid w:val="00FE0853"/>
    <w:rsid w:val="00FF533C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6864D39E-4F68-4E2D-AFB2-B21D4330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  <w:style w:type="paragraph" w:customStyle="1" w:styleId="Default">
    <w:name w:val="Default"/>
    <w:basedOn w:val="Normal"/>
    <w:rsid w:val="001B612D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s-CO"/>
    </w:rPr>
  </w:style>
  <w:style w:type="table" w:styleId="Tablaconcuadrcula">
    <w:name w:val="Table Grid"/>
    <w:basedOn w:val="Tablanormal"/>
    <w:uiPriority w:val="39"/>
    <w:rsid w:val="00693AB7"/>
    <w:rPr>
      <w:rFonts w:ascii="Times New Roman" w:eastAsia="Times New Roman" w:hAnsi="Times New Roman"/>
      <w:lang w:val="es-CO"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FF53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79379-323A-434C-9237-A4B28215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1019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LINA YURANI MONTOYA ARREDONDO</cp:lastModifiedBy>
  <cp:revision>2</cp:revision>
  <cp:lastPrinted>2012-10-19T18:18:00Z</cp:lastPrinted>
  <dcterms:created xsi:type="dcterms:W3CDTF">2021-01-08T19:39:00Z</dcterms:created>
  <dcterms:modified xsi:type="dcterms:W3CDTF">2021-01-08T19:39:00Z</dcterms:modified>
</cp:coreProperties>
</file>